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C32888F">
            <wp:simplePos x="0" y="0"/>
            <wp:positionH relativeFrom="column">
              <wp:posOffset>-720090</wp:posOffset>
            </wp:positionH>
            <wp:positionV relativeFrom="paragraph">
              <wp:posOffset>-550305</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E4456A">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2642C" w14:textId="77777777" w:rsidR="00E4456A" w:rsidRDefault="00E4456A" w:rsidP="0018351F">
      <w:r>
        <w:separator/>
      </w:r>
    </w:p>
    <w:p w14:paraId="37B9CA9F" w14:textId="77777777" w:rsidR="00E4456A" w:rsidRDefault="00E4456A"/>
  </w:endnote>
  <w:endnote w:type="continuationSeparator" w:id="0">
    <w:p w14:paraId="06C51F8C" w14:textId="77777777" w:rsidR="00E4456A" w:rsidRDefault="00E4456A" w:rsidP="0018351F">
      <w:r>
        <w:continuationSeparator/>
      </w:r>
    </w:p>
    <w:p w14:paraId="5357FDC6" w14:textId="77777777" w:rsidR="00E4456A" w:rsidRDefault="00E44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657EA" w14:textId="77777777" w:rsidR="00E4456A" w:rsidRDefault="00E4456A" w:rsidP="0018351F">
      <w:r>
        <w:separator/>
      </w:r>
    </w:p>
    <w:p w14:paraId="0A67766A" w14:textId="77777777" w:rsidR="00E4456A" w:rsidRDefault="00E4456A"/>
  </w:footnote>
  <w:footnote w:type="continuationSeparator" w:id="0">
    <w:p w14:paraId="4C2BA3C7" w14:textId="77777777" w:rsidR="00E4456A" w:rsidRDefault="00E4456A" w:rsidP="0018351F">
      <w:r>
        <w:continuationSeparator/>
      </w:r>
    </w:p>
    <w:p w14:paraId="4136D712" w14:textId="77777777" w:rsidR="00E4456A" w:rsidRDefault="00E445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E445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86CFF"/>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4456A"/>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39A85-44D5-DC44-B697-F2C46EE21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2019-09-24T20:55:00Z</dcterms:modified>
</cp:coreProperties>
</file>