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439C0" w:rsidRPr="009520A4" w:rsidRDefault="00FC163A"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A9001" w14:textId="77777777" w:rsidR="00FC163A" w:rsidRDefault="00FC163A" w:rsidP="00F25BCC">
      <w:r>
        <w:separator/>
      </w:r>
    </w:p>
  </w:endnote>
  <w:endnote w:type="continuationSeparator" w:id="0">
    <w:p w14:paraId="73936D86" w14:textId="77777777" w:rsidR="00FC163A" w:rsidRDefault="00FC163A"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Trebuchet MS">
    <w:panose1 w:val="020B070302020209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B59D5" w14:textId="77777777" w:rsidR="00676632" w:rsidRDefault="00676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618E7" w14:textId="77777777" w:rsidR="00676632" w:rsidRDefault="00676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1E46B9" w14:textId="77777777" w:rsidR="00FC163A" w:rsidRDefault="00FC163A" w:rsidP="00F25BCC">
      <w:r>
        <w:separator/>
      </w:r>
    </w:p>
  </w:footnote>
  <w:footnote w:type="continuationSeparator" w:id="0">
    <w:p w14:paraId="77C8C73E" w14:textId="77777777" w:rsidR="00FC163A" w:rsidRDefault="00FC163A"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281CF" w14:textId="77777777" w:rsidR="00676632" w:rsidRDefault="00676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7B27048C">
          <wp:simplePos x="0" y="0"/>
          <wp:positionH relativeFrom="margin">
            <wp:posOffset>-711642</wp:posOffset>
          </wp:positionH>
          <wp:positionV relativeFrom="margin">
            <wp:posOffset>-1522454</wp:posOffset>
          </wp:positionV>
          <wp:extent cx="7738715" cy="1281356"/>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bwMode="auto">
                  <a:xfrm>
                    <a:off x="0" y="0"/>
                    <a:ext cx="7738715" cy="1281356"/>
                  </a:xfrm>
                  <a:prstGeom prst="rect">
                    <a:avLst/>
                  </a:prstGeom>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85712"/>
    <w:rsid w:val="002B56F8"/>
    <w:rsid w:val="002E55EA"/>
    <w:rsid w:val="00340C3A"/>
    <w:rsid w:val="003629E5"/>
    <w:rsid w:val="00373506"/>
    <w:rsid w:val="003834D1"/>
    <w:rsid w:val="003A589F"/>
    <w:rsid w:val="003B357C"/>
    <w:rsid w:val="003D0F46"/>
    <w:rsid w:val="003E063B"/>
    <w:rsid w:val="00444EA8"/>
    <w:rsid w:val="00477538"/>
    <w:rsid w:val="0056574B"/>
    <w:rsid w:val="006061CB"/>
    <w:rsid w:val="006609F8"/>
    <w:rsid w:val="00662361"/>
    <w:rsid w:val="006755CD"/>
    <w:rsid w:val="00676632"/>
    <w:rsid w:val="00695229"/>
    <w:rsid w:val="006A438E"/>
    <w:rsid w:val="006F7D53"/>
    <w:rsid w:val="00711C34"/>
    <w:rsid w:val="007258A9"/>
    <w:rsid w:val="007569BD"/>
    <w:rsid w:val="0077623E"/>
    <w:rsid w:val="007E6171"/>
    <w:rsid w:val="00817FCE"/>
    <w:rsid w:val="00866EBD"/>
    <w:rsid w:val="00867D3A"/>
    <w:rsid w:val="009452A7"/>
    <w:rsid w:val="009520A4"/>
    <w:rsid w:val="009A5088"/>
    <w:rsid w:val="00B279A4"/>
    <w:rsid w:val="00B71ED8"/>
    <w:rsid w:val="00BC1D13"/>
    <w:rsid w:val="00BE2A06"/>
    <w:rsid w:val="00D668BF"/>
    <w:rsid w:val="00D87C54"/>
    <w:rsid w:val="00D87F27"/>
    <w:rsid w:val="00DB1DB8"/>
    <w:rsid w:val="00DE38DA"/>
    <w:rsid w:val="00DF3CEA"/>
    <w:rsid w:val="00E11A3C"/>
    <w:rsid w:val="00E26903"/>
    <w:rsid w:val="00E30FA5"/>
    <w:rsid w:val="00EC10CA"/>
    <w:rsid w:val="00EE0F24"/>
    <w:rsid w:val="00EE53F9"/>
    <w:rsid w:val="00F14235"/>
    <w:rsid w:val="00F25BCC"/>
    <w:rsid w:val="00F35283"/>
    <w:rsid w:val="00F60345"/>
    <w:rsid w:val="00F8265F"/>
    <w:rsid w:val="00FC163A"/>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CC5CA-5578-5747-859E-D7C6BF234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7</cp:revision>
  <cp:lastPrinted>2019-09-13T23:38:00Z</cp:lastPrinted>
  <dcterms:created xsi:type="dcterms:W3CDTF">2019-09-13T23:38:00Z</dcterms:created>
  <dcterms:modified xsi:type="dcterms:W3CDTF">2020-01-27T21:25:00Z</dcterms:modified>
</cp:coreProperties>
</file>