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6D5B5E6D">
            <wp:simplePos x="0" y="0"/>
            <wp:positionH relativeFrom="column">
              <wp:posOffset>-711642</wp:posOffset>
            </wp:positionH>
            <wp:positionV relativeFrom="paragraph">
              <wp:posOffset>-538462</wp:posOffset>
            </wp:positionV>
            <wp:extent cx="7738716" cy="128135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38716" cy="128135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B55E5F">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77291" w14:textId="77777777" w:rsidR="00B55E5F" w:rsidRDefault="00B55E5F" w:rsidP="0018351F">
      <w:r>
        <w:separator/>
      </w:r>
    </w:p>
    <w:p w14:paraId="01430650" w14:textId="77777777" w:rsidR="00B55E5F" w:rsidRDefault="00B55E5F"/>
  </w:endnote>
  <w:endnote w:type="continuationSeparator" w:id="0">
    <w:p w14:paraId="0E6CDB26" w14:textId="77777777" w:rsidR="00B55E5F" w:rsidRDefault="00B55E5F" w:rsidP="0018351F">
      <w:r>
        <w:continuationSeparator/>
      </w:r>
    </w:p>
    <w:p w14:paraId="011FF4C4" w14:textId="77777777" w:rsidR="00B55E5F" w:rsidRDefault="00B55E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CBD0A" w14:textId="77777777" w:rsidR="00B55E5F" w:rsidRDefault="00B55E5F" w:rsidP="0018351F">
      <w:r>
        <w:separator/>
      </w:r>
    </w:p>
    <w:p w14:paraId="061CFAD5" w14:textId="77777777" w:rsidR="00B55E5F" w:rsidRDefault="00B55E5F"/>
  </w:footnote>
  <w:footnote w:type="continuationSeparator" w:id="0">
    <w:p w14:paraId="52A7A207" w14:textId="77777777" w:rsidR="00B55E5F" w:rsidRDefault="00B55E5F" w:rsidP="0018351F">
      <w:r>
        <w:continuationSeparator/>
      </w:r>
    </w:p>
    <w:p w14:paraId="03FFDB49" w14:textId="77777777" w:rsidR="00B55E5F" w:rsidRDefault="00B55E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B55E5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D351F"/>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55E5F"/>
    <w:rsid w:val="00B7429E"/>
    <w:rsid w:val="00B83179"/>
    <w:rsid w:val="00BA585B"/>
    <w:rsid w:val="00BD4DC2"/>
    <w:rsid w:val="00BD7FFE"/>
    <w:rsid w:val="00BE0056"/>
    <w:rsid w:val="00BF2234"/>
    <w:rsid w:val="00BF4785"/>
    <w:rsid w:val="00BF4FA2"/>
    <w:rsid w:val="00C031C6"/>
    <w:rsid w:val="00C153DF"/>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06E13"/>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D9142-47B1-3D44-80C3-4986254CE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2020-01-27T22:48:00Z</dcterms:modified>
</cp:coreProperties>
</file>